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26" w:rsidRDefault="00E95826" w:rsidP="00394411">
      <w:pPr>
        <w:jc w:val="center"/>
      </w:pPr>
      <w:r w:rsidRPr="00483EF7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2pt;height:51.75pt">
            <v:imagedata r:id="rId5" r:href="rId6"/>
          </v:shape>
        </w:pict>
      </w:r>
    </w:p>
    <w:p w:rsidR="00E95826" w:rsidRDefault="00E95826"/>
    <w:p w:rsidR="00E95826" w:rsidRPr="00A86371" w:rsidRDefault="00E9582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63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</w:t>
      </w:r>
      <w:r w:rsidRPr="00A86371">
        <w:rPr>
          <w:rFonts w:ascii="Times New Roman" w:hAnsi="Times New Roman"/>
          <w:sz w:val="24"/>
          <w:szCs w:val="24"/>
        </w:rPr>
        <w:t xml:space="preserve">  Wałbrzych dn. </w:t>
      </w:r>
      <w:r>
        <w:rPr>
          <w:rFonts w:ascii="Times New Roman" w:hAnsi="Times New Roman"/>
          <w:sz w:val="24"/>
          <w:szCs w:val="24"/>
        </w:rPr>
        <w:t>30.04.2018</w:t>
      </w:r>
      <w:r w:rsidRPr="00A86371">
        <w:rPr>
          <w:rFonts w:ascii="Times New Roman" w:hAnsi="Times New Roman"/>
          <w:sz w:val="24"/>
          <w:szCs w:val="24"/>
        </w:rPr>
        <w:t xml:space="preserve">. </w:t>
      </w:r>
    </w:p>
    <w:p w:rsidR="00E95826" w:rsidRPr="00A86371" w:rsidRDefault="00E95826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Dotyczy: Zapytanie ofertowe nr </w:t>
      </w:r>
      <w:r>
        <w:rPr>
          <w:rFonts w:ascii="Times New Roman" w:hAnsi="Times New Roman"/>
          <w:sz w:val="24"/>
          <w:szCs w:val="24"/>
        </w:rPr>
        <w:t>24/2018</w:t>
      </w:r>
    </w:p>
    <w:p w:rsidR="00E95826" w:rsidRDefault="00E95826"/>
    <w:p w:rsidR="00E95826" w:rsidRDefault="00E95826" w:rsidP="00D15FB2">
      <w:pPr>
        <w:jc w:val="center"/>
      </w:pPr>
    </w:p>
    <w:p w:rsidR="00E95826" w:rsidRDefault="00E95826" w:rsidP="00D15FB2">
      <w:pPr>
        <w:jc w:val="center"/>
      </w:pPr>
    </w:p>
    <w:p w:rsidR="00E95826" w:rsidRDefault="00E95826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 w:rsidRPr="00A86371"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>INFORMACJA O UNIEWAŻNIENIU POSTĘPOWANIA KONKURSOWEGO</w:t>
      </w: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 - </w:t>
      </w:r>
    </w:p>
    <w:p w:rsidR="00E95826" w:rsidRPr="00A86371" w:rsidRDefault="00E95826" w:rsidP="00A86371">
      <w:pPr>
        <w:ind w:left="-851"/>
        <w:jc w:val="center"/>
        <w:rPr>
          <w:rFonts w:ascii="Times New Roman" w:hAnsi="Times New Roman"/>
          <w:b/>
          <w:caps/>
          <w:noProof/>
          <w:sz w:val="24"/>
          <w:szCs w:val="24"/>
          <w:lang w:eastAsia="pl-PL"/>
        </w:rPr>
      </w:pPr>
      <w:r>
        <w:rPr>
          <w:rFonts w:ascii="Times New Roman" w:hAnsi="Times New Roman"/>
          <w:b/>
          <w:caps/>
          <w:noProof/>
          <w:sz w:val="24"/>
          <w:szCs w:val="24"/>
          <w:lang w:eastAsia="pl-PL"/>
        </w:rPr>
        <w:t xml:space="preserve">ZAPYTANIE OFERTOWE </w:t>
      </w:r>
      <w:r>
        <w:rPr>
          <w:rFonts w:ascii="Times New Roman" w:hAnsi="Times New Roman"/>
          <w:b/>
          <w:sz w:val="24"/>
          <w:szCs w:val="24"/>
        </w:rPr>
        <w:t>nr</w:t>
      </w:r>
      <w:r w:rsidRPr="00A8637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24</w:t>
      </w:r>
      <w:r w:rsidRPr="00A86371">
        <w:rPr>
          <w:rFonts w:ascii="Times New Roman" w:hAnsi="Times New Roman"/>
          <w:b/>
          <w:sz w:val="24"/>
          <w:szCs w:val="24"/>
        </w:rPr>
        <w:t>/201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E95826" w:rsidRDefault="00E95826"/>
    <w:p w:rsidR="00E95826" w:rsidRPr="00A81BE3" w:rsidRDefault="00E95826" w:rsidP="00A86371">
      <w:pPr>
        <w:spacing w:after="0" w:line="240" w:lineRule="auto"/>
        <w:jc w:val="both"/>
        <w:rPr>
          <w:rFonts w:ascii="Times New Roman" w:hAnsi="Times New Roman"/>
          <w:b/>
        </w:rPr>
      </w:pPr>
      <w:r w:rsidRPr="006B36B0">
        <w:rPr>
          <w:rFonts w:ascii="Times New Roman" w:hAnsi="Times New Roman"/>
          <w:b/>
        </w:rPr>
        <w:t>ZAMAWIAJĄCY:</w:t>
      </w:r>
    </w:p>
    <w:p w:rsidR="00E95826" w:rsidRPr="005876A3" w:rsidRDefault="00E95826" w:rsidP="00B544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03D6">
        <w:rPr>
          <w:rFonts w:ascii="Times New Roman" w:hAnsi="Times New Roman"/>
          <w:sz w:val="24"/>
          <w:szCs w:val="24"/>
        </w:rPr>
        <w:t xml:space="preserve">Wspólnota Mieszkaniowa przy </w:t>
      </w:r>
      <w:bookmarkStart w:id="0" w:name="_Hlk508714357"/>
      <w:r>
        <w:rPr>
          <w:rFonts w:ascii="Times New Roman" w:hAnsi="Times New Roman"/>
          <w:b/>
          <w:sz w:val="24"/>
          <w:szCs w:val="24"/>
        </w:rPr>
        <w:t>pl. Tuwima 3-3a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Pr="00F3056A">
        <w:rPr>
          <w:rFonts w:ascii="Times New Roman" w:hAnsi="Times New Roman"/>
          <w:b/>
          <w:sz w:val="24"/>
          <w:szCs w:val="24"/>
        </w:rPr>
        <w:t>w Wałbrzychu</w:t>
      </w:r>
      <w:r w:rsidRPr="005876A3">
        <w:rPr>
          <w:rFonts w:ascii="Times New Roman" w:hAnsi="Times New Roman"/>
          <w:sz w:val="24"/>
          <w:szCs w:val="24"/>
        </w:rPr>
        <w:t>, w imieniu której działa Miejski Zarząd Budynków Sp. z o.o., 58-304 Wałbrzych, ul. Gen. Andersa 48.</w:t>
      </w:r>
    </w:p>
    <w:p w:rsidR="00E95826" w:rsidRDefault="00E95826"/>
    <w:p w:rsidR="00E95826" w:rsidRDefault="00E95826" w:rsidP="00F911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55C">
        <w:rPr>
          <w:rFonts w:ascii="Times New Roman" w:hAnsi="Times New Roman"/>
          <w:b/>
          <w:sz w:val="24"/>
          <w:szCs w:val="24"/>
        </w:rPr>
        <w:t xml:space="preserve">Rewitalizacja budynku przy </w:t>
      </w:r>
      <w:r>
        <w:rPr>
          <w:rFonts w:ascii="Times New Roman" w:hAnsi="Times New Roman"/>
          <w:b/>
          <w:sz w:val="24"/>
          <w:szCs w:val="24"/>
        </w:rPr>
        <w:t>pl. Tuwima 3-3a</w:t>
      </w:r>
      <w:r w:rsidRPr="00F3056A">
        <w:rPr>
          <w:rFonts w:ascii="Times New Roman" w:hAnsi="Times New Roman"/>
          <w:b/>
          <w:sz w:val="24"/>
          <w:szCs w:val="24"/>
        </w:rPr>
        <w:t xml:space="preserve"> </w:t>
      </w:r>
      <w:r w:rsidRPr="0093455C">
        <w:rPr>
          <w:rFonts w:ascii="Times New Roman" w:hAnsi="Times New Roman"/>
          <w:b/>
          <w:sz w:val="24"/>
          <w:szCs w:val="24"/>
        </w:rPr>
        <w:t>w Wałbrzychu</w:t>
      </w:r>
      <w:r>
        <w:rPr>
          <w:rFonts w:ascii="Times New Roman" w:hAnsi="Times New Roman"/>
          <w:sz w:val="24"/>
          <w:szCs w:val="24"/>
        </w:rPr>
        <w:t xml:space="preserve">, w ramach Regionalnego Programu Operacyjnego Województwa Dolnośląskiego 2014-2020 współfinansowanego ze środków Unii Europejskiej, Europejskiego Funduszu Rozwoju Regionalnego. Projekt realizowany jest w ramach Osi priorytetowej 6. Infrastruktura spójności społecznej, działanie 6.3 Rewitalizacja zdegradowanych obszarów, Poddziałanie 6.3.4 Rewitalizacja zdegradowanych obszarów – ZIT AW (TYP B: Remont, odnowa części wspólnych wielorodzinnych budynków mieszkalnych) oraz Gminnego Programu Rewitalizacji Miasta Wałbrzycha na lata 2016-2025. </w:t>
      </w:r>
    </w:p>
    <w:p w:rsidR="00E95826" w:rsidRPr="00A86371" w:rsidRDefault="00E95826">
      <w:pPr>
        <w:rPr>
          <w:rFonts w:ascii="Times New Roman" w:hAnsi="Times New Roman"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</w:t>
      </w:r>
    </w:p>
    <w:p w:rsidR="00E95826" w:rsidRPr="00EB3853" w:rsidRDefault="00E95826" w:rsidP="00F44373">
      <w:pPr>
        <w:jc w:val="both"/>
        <w:rPr>
          <w:rFonts w:ascii="Times New Roman" w:hAnsi="Times New Roman"/>
          <w:b/>
          <w:sz w:val="24"/>
          <w:szCs w:val="24"/>
        </w:rPr>
      </w:pPr>
      <w:r w:rsidRPr="00A86371">
        <w:rPr>
          <w:rFonts w:ascii="Times New Roman" w:hAnsi="Times New Roman"/>
          <w:sz w:val="24"/>
          <w:szCs w:val="24"/>
        </w:rPr>
        <w:t xml:space="preserve">            </w:t>
      </w:r>
      <w:r w:rsidRPr="00EB3853">
        <w:rPr>
          <w:rFonts w:ascii="Times New Roman" w:hAnsi="Times New Roman"/>
          <w:b/>
          <w:sz w:val="24"/>
          <w:szCs w:val="24"/>
        </w:rPr>
        <w:t>Postępowanie konkursowe zostało unieważnione, gdyż nie wpłynęła żadna oferta.</w:t>
      </w:r>
    </w:p>
    <w:p w:rsidR="00E95826" w:rsidRDefault="00E95826"/>
    <w:p w:rsidR="00E95826" w:rsidRDefault="00E95826"/>
    <w:p w:rsidR="00E95826" w:rsidRDefault="00E95826"/>
    <w:sectPr w:rsidR="00E95826" w:rsidSect="00E91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41517"/>
    <w:multiLevelType w:val="hybridMultilevel"/>
    <w:tmpl w:val="77161E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C5571"/>
    <w:multiLevelType w:val="hybridMultilevel"/>
    <w:tmpl w:val="48B6C1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E8B3D37"/>
    <w:multiLevelType w:val="multilevel"/>
    <w:tmpl w:val="DCB473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6F35"/>
    <w:rsid w:val="00062716"/>
    <w:rsid w:val="00080D38"/>
    <w:rsid w:val="000A5625"/>
    <w:rsid w:val="000A6E63"/>
    <w:rsid w:val="000E76C6"/>
    <w:rsid w:val="0010618F"/>
    <w:rsid w:val="00135B6B"/>
    <w:rsid w:val="00173472"/>
    <w:rsid w:val="001734B0"/>
    <w:rsid w:val="001A3236"/>
    <w:rsid w:val="001C69C8"/>
    <w:rsid w:val="001F5B9B"/>
    <w:rsid w:val="002116AD"/>
    <w:rsid w:val="0022385A"/>
    <w:rsid w:val="00235C82"/>
    <w:rsid w:val="00241DFD"/>
    <w:rsid w:val="00282EA3"/>
    <w:rsid w:val="0028721C"/>
    <w:rsid w:val="00290405"/>
    <w:rsid w:val="002B2297"/>
    <w:rsid w:val="002E705F"/>
    <w:rsid w:val="0031271D"/>
    <w:rsid w:val="00322142"/>
    <w:rsid w:val="003415E3"/>
    <w:rsid w:val="00363FA3"/>
    <w:rsid w:val="00366BBB"/>
    <w:rsid w:val="00374377"/>
    <w:rsid w:val="00394411"/>
    <w:rsid w:val="00410966"/>
    <w:rsid w:val="00414BF9"/>
    <w:rsid w:val="00424200"/>
    <w:rsid w:val="004265CB"/>
    <w:rsid w:val="00447A3F"/>
    <w:rsid w:val="0047630B"/>
    <w:rsid w:val="00483EF7"/>
    <w:rsid w:val="00485B24"/>
    <w:rsid w:val="004D5CC4"/>
    <w:rsid w:val="004F7FB5"/>
    <w:rsid w:val="005630D8"/>
    <w:rsid w:val="00564EB2"/>
    <w:rsid w:val="00577034"/>
    <w:rsid w:val="005876A3"/>
    <w:rsid w:val="005903D6"/>
    <w:rsid w:val="00593ABE"/>
    <w:rsid w:val="005A77BC"/>
    <w:rsid w:val="005E3050"/>
    <w:rsid w:val="006132DF"/>
    <w:rsid w:val="006730FC"/>
    <w:rsid w:val="006921D5"/>
    <w:rsid w:val="006B36B0"/>
    <w:rsid w:val="006D4DCE"/>
    <w:rsid w:val="00700788"/>
    <w:rsid w:val="007118BE"/>
    <w:rsid w:val="00720AFF"/>
    <w:rsid w:val="00724A4E"/>
    <w:rsid w:val="00724A7B"/>
    <w:rsid w:val="00752814"/>
    <w:rsid w:val="00755593"/>
    <w:rsid w:val="007935AB"/>
    <w:rsid w:val="007B6DDC"/>
    <w:rsid w:val="007E05B4"/>
    <w:rsid w:val="007E2FD1"/>
    <w:rsid w:val="00836541"/>
    <w:rsid w:val="008619B8"/>
    <w:rsid w:val="0087081B"/>
    <w:rsid w:val="00876BBA"/>
    <w:rsid w:val="008C559F"/>
    <w:rsid w:val="0093455C"/>
    <w:rsid w:val="00944CDC"/>
    <w:rsid w:val="009472D9"/>
    <w:rsid w:val="00974036"/>
    <w:rsid w:val="00A02CFB"/>
    <w:rsid w:val="00A81BE3"/>
    <w:rsid w:val="00A86371"/>
    <w:rsid w:val="00A905BB"/>
    <w:rsid w:val="00A96880"/>
    <w:rsid w:val="00AA374B"/>
    <w:rsid w:val="00AB4EE9"/>
    <w:rsid w:val="00AC74E4"/>
    <w:rsid w:val="00AE0C21"/>
    <w:rsid w:val="00B05B4A"/>
    <w:rsid w:val="00B06EF7"/>
    <w:rsid w:val="00B12BCB"/>
    <w:rsid w:val="00B22BA9"/>
    <w:rsid w:val="00B4477D"/>
    <w:rsid w:val="00B5446F"/>
    <w:rsid w:val="00BA289C"/>
    <w:rsid w:val="00BA5BB3"/>
    <w:rsid w:val="00BE19B4"/>
    <w:rsid w:val="00C06F35"/>
    <w:rsid w:val="00C33BDC"/>
    <w:rsid w:val="00C37424"/>
    <w:rsid w:val="00C6262E"/>
    <w:rsid w:val="00C65E79"/>
    <w:rsid w:val="00CB3971"/>
    <w:rsid w:val="00CC4BD1"/>
    <w:rsid w:val="00CC5551"/>
    <w:rsid w:val="00CE7514"/>
    <w:rsid w:val="00D15FB2"/>
    <w:rsid w:val="00D364F0"/>
    <w:rsid w:val="00D45616"/>
    <w:rsid w:val="00DB2128"/>
    <w:rsid w:val="00DB5079"/>
    <w:rsid w:val="00DB78F8"/>
    <w:rsid w:val="00DE2A2E"/>
    <w:rsid w:val="00E15204"/>
    <w:rsid w:val="00E52207"/>
    <w:rsid w:val="00E530A1"/>
    <w:rsid w:val="00E56CEB"/>
    <w:rsid w:val="00E6144C"/>
    <w:rsid w:val="00E81E7F"/>
    <w:rsid w:val="00E9182E"/>
    <w:rsid w:val="00E93E55"/>
    <w:rsid w:val="00E95826"/>
    <w:rsid w:val="00EA7411"/>
    <w:rsid w:val="00EB23F4"/>
    <w:rsid w:val="00EB3853"/>
    <w:rsid w:val="00F0424C"/>
    <w:rsid w:val="00F3056A"/>
    <w:rsid w:val="00F44373"/>
    <w:rsid w:val="00F91108"/>
    <w:rsid w:val="00FB6B2B"/>
    <w:rsid w:val="00FE2C6A"/>
    <w:rsid w:val="00FF3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8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20AFF"/>
    <w:pPr>
      <w:ind w:left="720"/>
      <w:contextualSpacing/>
    </w:pPr>
  </w:style>
  <w:style w:type="character" w:customStyle="1" w:styleId="Stylwiadomocie-mail16">
    <w:name w:val="EmailStyle16"/>
    <w:aliases w:val="EmailStyle16"/>
    <w:basedOn w:val="DefaultParagraphFont"/>
    <w:uiPriority w:val="99"/>
    <w:semiHidden/>
    <w:personal/>
    <w:rsid w:val="00394411"/>
    <w:rPr>
      <w:rFonts w:ascii="Arial" w:hAnsi="Arial" w:cs="Arial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6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2.jpg@01D36A97.124D06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163</Words>
  <Characters>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Łatka Remigiusz</dc:creator>
  <cp:keywords/>
  <dc:description/>
  <cp:lastModifiedBy>Agnieszka Piasecka</cp:lastModifiedBy>
  <cp:revision>6</cp:revision>
  <cp:lastPrinted>2017-12-21T10:51:00Z</cp:lastPrinted>
  <dcterms:created xsi:type="dcterms:W3CDTF">2018-04-09T10:06:00Z</dcterms:created>
  <dcterms:modified xsi:type="dcterms:W3CDTF">2018-04-30T11:43:00Z</dcterms:modified>
</cp:coreProperties>
</file>