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40" w:rsidRDefault="007F6140" w:rsidP="00C21F77">
      <w:pPr>
        <w:jc w:val="center"/>
      </w:pPr>
      <w:r w:rsidRPr="00912937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7F6140" w:rsidRDefault="007F6140"/>
    <w:p w:rsidR="007F6140" w:rsidRPr="00A86371" w:rsidRDefault="007F61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02.05.2018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7F6140" w:rsidRPr="00A86371" w:rsidRDefault="007F6140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19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7F6140" w:rsidRDefault="007F6140" w:rsidP="00725838"/>
    <w:p w:rsidR="007F6140" w:rsidRDefault="007F6140" w:rsidP="00D15FB2">
      <w:pPr>
        <w:jc w:val="center"/>
      </w:pPr>
    </w:p>
    <w:p w:rsidR="007F6140" w:rsidRDefault="007F6140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7F6140" w:rsidRPr="00A86371" w:rsidRDefault="007F6140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19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7F6140" w:rsidRDefault="007F6140"/>
    <w:p w:rsidR="007F6140" w:rsidRPr="00A81BE3" w:rsidRDefault="007F6140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7F6140" w:rsidRPr="005903D6" w:rsidRDefault="007F6140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11 Listopada nr 19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7F6140" w:rsidRDefault="007F6140"/>
    <w:p w:rsidR="007F6140" w:rsidRDefault="007F6140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>u przy ul. 11 Listopada nr 12 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 w:rsidRPr="009A6EE8">
        <w:rPr>
          <w:rFonts w:ascii="Times New Roman" w:hAnsi="Times New Roman"/>
          <w:color w:val="000000"/>
          <w:sz w:val="24"/>
          <w:szCs w:val="24"/>
        </w:rPr>
        <w:t>, w ramach projektu: Rewitalizacja budynków przy ul. 11 Listopada 12, ul. 11 Listopada 19, ul. 11 Listopada 21 w Wałbrzychu 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7F6140" w:rsidRDefault="007F6140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6140" w:rsidRDefault="007F6140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7F6140" w:rsidRDefault="007F6140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7F6140" w:rsidRDefault="007F6140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7F6140" w:rsidRPr="00EB3853" w:rsidRDefault="007F6140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7F6140" w:rsidRPr="00EB3853" w:rsidRDefault="007F6140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7F6140" w:rsidRDefault="007F6140"/>
    <w:p w:rsidR="007F6140" w:rsidRDefault="007F6140"/>
    <w:p w:rsidR="007F6140" w:rsidRDefault="007F6140"/>
    <w:sectPr w:rsidR="007F6140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42B03"/>
    <w:rsid w:val="00060377"/>
    <w:rsid w:val="00080D38"/>
    <w:rsid w:val="000A5625"/>
    <w:rsid w:val="000A6E63"/>
    <w:rsid w:val="000E76C6"/>
    <w:rsid w:val="00105626"/>
    <w:rsid w:val="0010618F"/>
    <w:rsid w:val="001478F9"/>
    <w:rsid w:val="00173472"/>
    <w:rsid w:val="001734B0"/>
    <w:rsid w:val="002116AD"/>
    <w:rsid w:val="0022385A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414BF9"/>
    <w:rsid w:val="00424200"/>
    <w:rsid w:val="004265CB"/>
    <w:rsid w:val="00447A3F"/>
    <w:rsid w:val="004512EB"/>
    <w:rsid w:val="0047630B"/>
    <w:rsid w:val="00485B24"/>
    <w:rsid w:val="004C2980"/>
    <w:rsid w:val="004D5CC4"/>
    <w:rsid w:val="004F7FB5"/>
    <w:rsid w:val="00564EB2"/>
    <w:rsid w:val="00577034"/>
    <w:rsid w:val="005903D6"/>
    <w:rsid w:val="005A77BC"/>
    <w:rsid w:val="006132DF"/>
    <w:rsid w:val="006730FC"/>
    <w:rsid w:val="00693376"/>
    <w:rsid w:val="006B36B0"/>
    <w:rsid w:val="006D4DCE"/>
    <w:rsid w:val="00700788"/>
    <w:rsid w:val="00706BF0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95435"/>
    <w:rsid w:val="007B6DDC"/>
    <w:rsid w:val="007F6140"/>
    <w:rsid w:val="00836541"/>
    <w:rsid w:val="0087081B"/>
    <w:rsid w:val="00876BBA"/>
    <w:rsid w:val="00912937"/>
    <w:rsid w:val="0091353C"/>
    <w:rsid w:val="0093455C"/>
    <w:rsid w:val="009472D9"/>
    <w:rsid w:val="00974036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A0651"/>
    <w:rsid w:val="00BE19B4"/>
    <w:rsid w:val="00C06F35"/>
    <w:rsid w:val="00C21F77"/>
    <w:rsid w:val="00C33BDC"/>
    <w:rsid w:val="00C37424"/>
    <w:rsid w:val="00CC0633"/>
    <w:rsid w:val="00CC4BD1"/>
    <w:rsid w:val="00CC5551"/>
    <w:rsid w:val="00D15FB2"/>
    <w:rsid w:val="00D364F0"/>
    <w:rsid w:val="00D45616"/>
    <w:rsid w:val="00D71F01"/>
    <w:rsid w:val="00DB5079"/>
    <w:rsid w:val="00DB78F8"/>
    <w:rsid w:val="00DE2A2E"/>
    <w:rsid w:val="00E530A1"/>
    <w:rsid w:val="00E56CEB"/>
    <w:rsid w:val="00E81E7F"/>
    <w:rsid w:val="00E9182E"/>
    <w:rsid w:val="00EA7411"/>
    <w:rsid w:val="00EB23F4"/>
    <w:rsid w:val="00EB3853"/>
    <w:rsid w:val="00F0424C"/>
    <w:rsid w:val="00F152BE"/>
    <w:rsid w:val="00F3056A"/>
    <w:rsid w:val="00F44373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62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1</Pages>
  <Words>186</Words>
  <Characters>1117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28</cp:revision>
  <cp:lastPrinted>2018-05-02T05:44:00Z</cp:lastPrinted>
  <dcterms:created xsi:type="dcterms:W3CDTF">2017-10-24T10:13:00Z</dcterms:created>
  <dcterms:modified xsi:type="dcterms:W3CDTF">2018-05-02T06:14:00Z</dcterms:modified>
</cp:coreProperties>
</file>