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01" w:rsidRDefault="00383F01" w:rsidP="00C21F77">
      <w:pPr>
        <w:jc w:val="center"/>
      </w:pPr>
      <w:r w:rsidRPr="00287A68">
        <w:rPr>
          <w:rFonts w:ascii="Times New Roman" w:hAnsi="Times New Roman"/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383F01" w:rsidRDefault="00383F01"/>
    <w:p w:rsidR="00383F01" w:rsidRPr="00A86371" w:rsidRDefault="00383F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23.05.2018</w:t>
      </w:r>
      <w:r w:rsidRPr="00A86371">
        <w:rPr>
          <w:rFonts w:ascii="Times New Roman" w:hAnsi="Times New Roman"/>
          <w:sz w:val="24"/>
          <w:szCs w:val="24"/>
        </w:rPr>
        <w:t xml:space="preserve">r. </w:t>
      </w:r>
    </w:p>
    <w:p w:rsidR="00383F01" w:rsidRPr="00A86371" w:rsidRDefault="00383F01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>Dotyczy: Zapytanie ofertowe nr</w:t>
      </w:r>
      <w:r>
        <w:rPr>
          <w:rFonts w:ascii="Times New Roman" w:hAnsi="Times New Roman"/>
          <w:sz w:val="24"/>
          <w:szCs w:val="24"/>
        </w:rPr>
        <w:t xml:space="preserve"> 31</w:t>
      </w:r>
      <w:r w:rsidRPr="00A8637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8</w:t>
      </w:r>
    </w:p>
    <w:p w:rsidR="00383F01" w:rsidRDefault="00383F01" w:rsidP="00725838"/>
    <w:p w:rsidR="00383F01" w:rsidRDefault="00383F01" w:rsidP="00D15FB2">
      <w:pPr>
        <w:jc w:val="center"/>
      </w:pPr>
    </w:p>
    <w:p w:rsidR="00383F01" w:rsidRDefault="00383F01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383F01" w:rsidRPr="00A86371" w:rsidRDefault="00383F01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  <w:r w:rsidRPr="00A86371">
        <w:rPr>
          <w:rFonts w:ascii="Times New Roman" w:hAnsi="Times New Roman"/>
          <w:b/>
          <w:sz w:val="24"/>
          <w:szCs w:val="24"/>
        </w:rPr>
        <w:t>.</w:t>
      </w:r>
    </w:p>
    <w:p w:rsidR="00383F01" w:rsidRDefault="00383F01"/>
    <w:p w:rsidR="00383F01" w:rsidRPr="00A81BE3" w:rsidRDefault="00383F01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383F01" w:rsidRPr="005903D6" w:rsidRDefault="00383F01" w:rsidP="00FA7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r w:rsidRPr="00F3056A">
        <w:rPr>
          <w:rFonts w:ascii="Times New Roman" w:hAnsi="Times New Roman"/>
          <w:b/>
          <w:sz w:val="24"/>
          <w:szCs w:val="24"/>
        </w:rPr>
        <w:t xml:space="preserve">ul. </w:t>
      </w:r>
      <w:bookmarkStart w:id="0" w:name="_Hlk507764146"/>
      <w:r>
        <w:rPr>
          <w:rFonts w:ascii="Times New Roman" w:hAnsi="Times New Roman"/>
          <w:b/>
          <w:sz w:val="24"/>
          <w:szCs w:val="24"/>
        </w:rPr>
        <w:t>Adama Pługa nr 9</w:t>
      </w:r>
      <w:r w:rsidRPr="00F3056A">
        <w:rPr>
          <w:rFonts w:ascii="Times New Roman" w:hAnsi="Times New Roman"/>
          <w:b/>
          <w:sz w:val="24"/>
          <w:szCs w:val="24"/>
        </w:rPr>
        <w:t xml:space="preserve"> w Wałbrzychu</w:t>
      </w:r>
      <w:bookmarkEnd w:id="0"/>
      <w:r w:rsidRPr="005903D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5903D6">
        <w:rPr>
          <w:rFonts w:ascii="Times New Roman" w:hAnsi="Times New Roman"/>
          <w:sz w:val="24"/>
          <w:szCs w:val="24"/>
        </w:rPr>
        <w:t>imieniu któr</w:t>
      </w:r>
      <w:r>
        <w:rPr>
          <w:rFonts w:ascii="Times New Roman" w:hAnsi="Times New Roman"/>
          <w:sz w:val="24"/>
          <w:szCs w:val="24"/>
        </w:rPr>
        <w:t>ej</w:t>
      </w:r>
      <w:r w:rsidRPr="005903D6">
        <w:rPr>
          <w:rFonts w:ascii="Times New Roman" w:hAnsi="Times New Roman"/>
          <w:sz w:val="24"/>
          <w:szCs w:val="24"/>
        </w:rPr>
        <w:t xml:space="preserve"> działa Miejski Zarząd Budynków Sp. z o.o., 58-304 Wałbrzych, ul. Gen. Andersa 48.</w:t>
      </w:r>
    </w:p>
    <w:p w:rsidR="00383F01" w:rsidRDefault="00383F01"/>
    <w:p w:rsidR="00383F01" w:rsidRDefault="00383F01" w:rsidP="009A6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b/>
          <w:sz w:val="24"/>
          <w:szCs w:val="24"/>
        </w:rPr>
        <w:t>Dotyczy za</w:t>
      </w:r>
      <w:r>
        <w:rPr>
          <w:rFonts w:ascii="Times New Roman" w:hAnsi="Times New Roman"/>
          <w:b/>
          <w:sz w:val="24"/>
          <w:szCs w:val="24"/>
        </w:rPr>
        <w:t>dania pn</w:t>
      </w:r>
      <w:r w:rsidRPr="00725838">
        <w:rPr>
          <w:rFonts w:ascii="Times New Roman" w:hAnsi="Times New Roman"/>
          <w:b/>
          <w:sz w:val="24"/>
          <w:szCs w:val="24"/>
        </w:rPr>
        <w:t>.:</w:t>
      </w:r>
      <w:r w:rsidRPr="00725838">
        <w:rPr>
          <w:rFonts w:ascii="Times New Roman" w:hAnsi="Times New Roman"/>
          <w:sz w:val="24"/>
          <w:szCs w:val="24"/>
        </w:rPr>
        <w:t xml:space="preserve"> 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Rewitalizacja budynk</w:t>
      </w:r>
      <w:r>
        <w:rPr>
          <w:rFonts w:ascii="Times New Roman" w:hAnsi="Times New Roman"/>
          <w:b/>
          <w:color w:val="000000"/>
          <w:sz w:val="24"/>
          <w:szCs w:val="24"/>
        </w:rPr>
        <w:t>u przy ul. Adama Pługa nr 9 w </w:t>
      </w:r>
      <w:r w:rsidRPr="009A6EE8">
        <w:rPr>
          <w:rFonts w:ascii="Times New Roman" w:hAnsi="Times New Roman"/>
          <w:b/>
          <w:color w:val="000000"/>
          <w:sz w:val="24"/>
          <w:szCs w:val="24"/>
        </w:rPr>
        <w:t>Wałbrzychu</w:t>
      </w:r>
      <w:r w:rsidRPr="009A6EE8">
        <w:rPr>
          <w:rFonts w:ascii="Times New Roman" w:hAnsi="Times New Roman"/>
          <w:color w:val="000000"/>
          <w:sz w:val="24"/>
          <w:szCs w:val="24"/>
        </w:rPr>
        <w:t>, w ramach Regionalnego Programu Operacyjnego Województwa Dolnośląskiego 2014-2020 współfinansowanego ze środków Unii Europejskiej, Europejskiego Funduszu Rozwoju</w:t>
      </w:r>
      <w:r>
        <w:rPr>
          <w:rFonts w:ascii="Times New Roman" w:hAnsi="Times New Roman"/>
          <w:sz w:val="24"/>
          <w:szCs w:val="24"/>
        </w:rPr>
        <w:t xml:space="preserve">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383F01" w:rsidRDefault="00383F01" w:rsidP="00FA7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3F01" w:rsidRDefault="00383F01" w:rsidP="00A863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383F01" w:rsidRPr="00EB3853" w:rsidRDefault="00383F01" w:rsidP="0091353C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383F01" w:rsidRPr="00EB3853" w:rsidRDefault="00383F01" w:rsidP="00F44373">
      <w:pPr>
        <w:jc w:val="both"/>
        <w:rPr>
          <w:rFonts w:ascii="Times New Roman" w:hAnsi="Times New Roman"/>
          <w:b/>
          <w:sz w:val="24"/>
          <w:szCs w:val="24"/>
        </w:rPr>
      </w:pPr>
    </w:p>
    <w:p w:rsidR="00383F01" w:rsidRDefault="00383F01"/>
    <w:p w:rsidR="00383F01" w:rsidRDefault="00383F01"/>
    <w:p w:rsidR="00383F01" w:rsidRDefault="00383F01"/>
    <w:sectPr w:rsidR="00383F01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73EE447D"/>
    <w:multiLevelType w:val="hybridMultilevel"/>
    <w:tmpl w:val="F0463FCE"/>
    <w:lvl w:ilvl="0" w:tplc="2F32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0377"/>
    <w:rsid w:val="00080D38"/>
    <w:rsid w:val="000A5625"/>
    <w:rsid w:val="000A6E63"/>
    <w:rsid w:val="000E76C6"/>
    <w:rsid w:val="00105626"/>
    <w:rsid w:val="0010618F"/>
    <w:rsid w:val="001478F9"/>
    <w:rsid w:val="00173472"/>
    <w:rsid w:val="001734B0"/>
    <w:rsid w:val="002116AD"/>
    <w:rsid w:val="0022385A"/>
    <w:rsid w:val="00287A68"/>
    <w:rsid w:val="00290405"/>
    <w:rsid w:val="0029788E"/>
    <w:rsid w:val="002B2297"/>
    <w:rsid w:val="002E705F"/>
    <w:rsid w:val="003064A2"/>
    <w:rsid w:val="0031271D"/>
    <w:rsid w:val="00316D4E"/>
    <w:rsid w:val="00322142"/>
    <w:rsid w:val="00331CDF"/>
    <w:rsid w:val="003415E3"/>
    <w:rsid w:val="003477DD"/>
    <w:rsid w:val="00363FA3"/>
    <w:rsid w:val="00366BBB"/>
    <w:rsid w:val="00383F01"/>
    <w:rsid w:val="00414BF9"/>
    <w:rsid w:val="00424200"/>
    <w:rsid w:val="004265CB"/>
    <w:rsid w:val="00441C8A"/>
    <w:rsid w:val="00447A3F"/>
    <w:rsid w:val="004512EB"/>
    <w:rsid w:val="0047630B"/>
    <w:rsid w:val="00485B24"/>
    <w:rsid w:val="004D5CC4"/>
    <w:rsid w:val="004F7FB5"/>
    <w:rsid w:val="00564EB2"/>
    <w:rsid w:val="00577034"/>
    <w:rsid w:val="005903D6"/>
    <w:rsid w:val="005A77BC"/>
    <w:rsid w:val="006132DF"/>
    <w:rsid w:val="0064258A"/>
    <w:rsid w:val="006730FC"/>
    <w:rsid w:val="00693376"/>
    <w:rsid w:val="006B36B0"/>
    <w:rsid w:val="006D4DCE"/>
    <w:rsid w:val="00700788"/>
    <w:rsid w:val="00706BF0"/>
    <w:rsid w:val="00720AFF"/>
    <w:rsid w:val="00724A4E"/>
    <w:rsid w:val="00724A7B"/>
    <w:rsid w:val="00725838"/>
    <w:rsid w:val="007402A7"/>
    <w:rsid w:val="00745255"/>
    <w:rsid w:val="00752814"/>
    <w:rsid w:val="00755593"/>
    <w:rsid w:val="007935AB"/>
    <w:rsid w:val="007B6DDC"/>
    <w:rsid w:val="00836541"/>
    <w:rsid w:val="0087081B"/>
    <w:rsid w:val="00876BBA"/>
    <w:rsid w:val="008B46C1"/>
    <w:rsid w:val="0091353C"/>
    <w:rsid w:val="0093455C"/>
    <w:rsid w:val="009472D9"/>
    <w:rsid w:val="00974036"/>
    <w:rsid w:val="009818E8"/>
    <w:rsid w:val="009A097F"/>
    <w:rsid w:val="009A6EE8"/>
    <w:rsid w:val="00A02CFB"/>
    <w:rsid w:val="00A81BE3"/>
    <w:rsid w:val="00A86371"/>
    <w:rsid w:val="00A905BB"/>
    <w:rsid w:val="00A96880"/>
    <w:rsid w:val="00AA374B"/>
    <w:rsid w:val="00AB4EE9"/>
    <w:rsid w:val="00AC74E4"/>
    <w:rsid w:val="00AF33EA"/>
    <w:rsid w:val="00B4477D"/>
    <w:rsid w:val="00B7663C"/>
    <w:rsid w:val="00B90B3B"/>
    <w:rsid w:val="00BA0651"/>
    <w:rsid w:val="00BE19B4"/>
    <w:rsid w:val="00C06F35"/>
    <w:rsid w:val="00C21F77"/>
    <w:rsid w:val="00C33BDC"/>
    <w:rsid w:val="00C37424"/>
    <w:rsid w:val="00CA0690"/>
    <w:rsid w:val="00CC0633"/>
    <w:rsid w:val="00CC4BD1"/>
    <w:rsid w:val="00CC5551"/>
    <w:rsid w:val="00D15FB2"/>
    <w:rsid w:val="00D364F0"/>
    <w:rsid w:val="00D45616"/>
    <w:rsid w:val="00D71F01"/>
    <w:rsid w:val="00DB5079"/>
    <w:rsid w:val="00DB78F8"/>
    <w:rsid w:val="00DE2A2E"/>
    <w:rsid w:val="00E530A1"/>
    <w:rsid w:val="00E56CEB"/>
    <w:rsid w:val="00E81E7F"/>
    <w:rsid w:val="00E9182E"/>
    <w:rsid w:val="00EA7411"/>
    <w:rsid w:val="00EB23F4"/>
    <w:rsid w:val="00EB3853"/>
    <w:rsid w:val="00F0424C"/>
    <w:rsid w:val="00F152BE"/>
    <w:rsid w:val="00F3056A"/>
    <w:rsid w:val="00F44373"/>
    <w:rsid w:val="00F81431"/>
    <w:rsid w:val="00FA77D5"/>
    <w:rsid w:val="00FB6B2B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58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79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36F67.3F72F7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1</Pages>
  <Words>167</Words>
  <Characters>1008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Łatka Remigiusz</dc:creator>
  <cp:keywords/>
  <dc:description/>
  <cp:lastModifiedBy>dziedzic-paulina</cp:lastModifiedBy>
  <cp:revision>29</cp:revision>
  <cp:lastPrinted>2018-05-23T06:26:00Z</cp:lastPrinted>
  <dcterms:created xsi:type="dcterms:W3CDTF">2017-10-24T10:13:00Z</dcterms:created>
  <dcterms:modified xsi:type="dcterms:W3CDTF">2018-05-23T06:34:00Z</dcterms:modified>
</cp:coreProperties>
</file>