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21D" w:rsidRDefault="008B521D" w:rsidP="00C21F77">
      <w:pPr>
        <w:jc w:val="center"/>
      </w:pPr>
      <w:r w:rsidRPr="00E36DD3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8B521D" w:rsidRDefault="008B521D"/>
    <w:p w:rsidR="008B521D" w:rsidRPr="00A86371" w:rsidRDefault="008B52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07.06.2018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8B521D" w:rsidRPr="00A86371" w:rsidRDefault="008B521D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41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8B521D" w:rsidRDefault="008B521D" w:rsidP="00725838"/>
    <w:p w:rsidR="008B521D" w:rsidRDefault="008B521D" w:rsidP="00D15FB2">
      <w:pPr>
        <w:jc w:val="center"/>
      </w:pPr>
    </w:p>
    <w:p w:rsidR="008B521D" w:rsidRDefault="008B521D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8B521D" w:rsidRPr="00A86371" w:rsidRDefault="008B521D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41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8B521D" w:rsidRDefault="008B521D"/>
    <w:p w:rsidR="008B521D" w:rsidRPr="00A81BE3" w:rsidRDefault="008B521D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8B521D" w:rsidRPr="005903D6" w:rsidRDefault="008B521D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Adama Mickiewicza nr 28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8B521D" w:rsidRDefault="008B521D"/>
    <w:p w:rsidR="008B521D" w:rsidRDefault="008B521D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u przy ul. </w:t>
      </w:r>
      <w:r>
        <w:rPr>
          <w:rFonts w:ascii="Times New Roman" w:hAnsi="Times New Roman"/>
          <w:b/>
          <w:sz w:val="24"/>
          <w:szCs w:val="24"/>
        </w:rPr>
        <w:t>Adama Mickiewicza nr 28</w:t>
      </w:r>
      <w:r w:rsidRPr="00F3056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A6EE8">
        <w:rPr>
          <w:rFonts w:ascii="Times New Roman" w:hAnsi="Times New Roman"/>
          <w:color w:val="000000"/>
          <w:sz w:val="24"/>
          <w:szCs w:val="24"/>
        </w:rPr>
        <w:t>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8B521D" w:rsidRDefault="008B521D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21D" w:rsidRDefault="008B521D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8B521D" w:rsidRDefault="008B521D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8B521D" w:rsidRDefault="008B521D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8B521D" w:rsidRPr="00EB3853" w:rsidRDefault="008B521D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8B521D" w:rsidRPr="00EB3853" w:rsidRDefault="008B521D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8B521D" w:rsidRDefault="008B521D"/>
    <w:p w:rsidR="008B521D" w:rsidRDefault="008B521D"/>
    <w:p w:rsidR="008B521D" w:rsidRDefault="008B521D"/>
    <w:sectPr w:rsidR="008B521D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0377"/>
    <w:rsid w:val="00080D38"/>
    <w:rsid w:val="000841CD"/>
    <w:rsid w:val="000A5625"/>
    <w:rsid w:val="000A6E63"/>
    <w:rsid w:val="000E76C6"/>
    <w:rsid w:val="00105626"/>
    <w:rsid w:val="0010618F"/>
    <w:rsid w:val="001478F9"/>
    <w:rsid w:val="00173472"/>
    <w:rsid w:val="001734B0"/>
    <w:rsid w:val="00174EDA"/>
    <w:rsid w:val="002116AD"/>
    <w:rsid w:val="0022385A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414BF9"/>
    <w:rsid w:val="00424200"/>
    <w:rsid w:val="004265CB"/>
    <w:rsid w:val="00447A3F"/>
    <w:rsid w:val="004512EB"/>
    <w:rsid w:val="0047630B"/>
    <w:rsid w:val="00485B24"/>
    <w:rsid w:val="00490044"/>
    <w:rsid w:val="004D0B2F"/>
    <w:rsid w:val="004D5CC4"/>
    <w:rsid w:val="004F7FB5"/>
    <w:rsid w:val="00564EB2"/>
    <w:rsid w:val="00577034"/>
    <w:rsid w:val="005903D6"/>
    <w:rsid w:val="005A77BC"/>
    <w:rsid w:val="006132DF"/>
    <w:rsid w:val="006730FC"/>
    <w:rsid w:val="00693376"/>
    <w:rsid w:val="006B36B0"/>
    <w:rsid w:val="006D4DCE"/>
    <w:rsid w:val="00700788"/>
    <w:rsid w:val="00706BF0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B6DDC"/>
    <w:rsid w:val="00836541"/>
    <w:rsid w:val="00866F8A"/>
    <w:rsid w:val="0087081B"/>
    <w:rsid w:val="00876BBA"/>
    <w:rsid w:val="00884F06"/>
    <w:rsid w:val="008B521D"/>
    <w:rsid w:val="0091353C"/>
    <w:rsid w:val="0093455C"/>
    <w:rsid w:val="009472D9"/>
    <w:rsid w:val="00974036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A0651"/>
    <w:rsid w:val="00BE19B4"/>
    <w:rsid w:val="00C06F35"/>
    <w:rsid w:val="00C21F77"/>
    <w:rsid w:val="00C33BDC"/>
    <w:rsid w:val="00C37424"/>
    <w:rsid w:val="00C575FC"/>
    <w:rsid w:val="00CC0633"/>
    <w:rsid w:val="00CC4BD1"/>
    <w:rsid w:val="00CC5551"/>
    <w:rsid w:val="00CD67E0"/>
    <w:rsid w:val="00D15FB2"/>
    <w:rsid w:val="00D364F0"/>
    <w:rsid w:val="00D45616"/>
    <w:rsid w:val="00D71F01"/>
    <w:rsid w:val="00DB5079"/>
    <w:rsid w:val="00DB78F8"/>
    <w:rsid w:val="00DE2A2E"/>
    <w:rsid w:val="00E36DD3"/>
    <w:rsid w:val="00E530A1"/>
    <w:rsid w:val="00E56CEB"/>
    <w:rsid w:val="00E81E7F"/>
    <w:rsid w:val="00E9182E"/>
    <w:rsid w:val="00EA7411"/>
    <w:rsid w:val="00EB23F4"/>
    <w:rsid w:val="00EB3853"/>
    <w:rsid w:val="00F0424C"/>
    <w:rsid w:val="00F152BE"/>
    <w:rsid w:val="00F3056A"/>
    <w:rsid w:val="00F44373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5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1</Pages>
  <Words>170</Words>
  <Characters>1021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29</cp:revision>
  <cp:lastPrinted>2018-06-07T05:37:00Z</cp:lastPrinted>
  <dcterms:created xsi:type="dcterms:W3CDTF">2017-10-24T10:13:00Z</dcterms:created>
  <dcterms:modified xsi:type="dcterms:W3CDTF">2018-06-07T05:58:00Z</dcterms:modified>
</cp:coreProperties>
</file>