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C4D" w:rsidRDefault="00D74C4D" w:rsidP="00C21F77">
      <w:pPr>
        <w:jc w:val="center"/>
      </w:pPr>
      <w:r w:rsidRPr="00D7012C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D74C4D" w:rsidRDefault="00D74C4D"/>
    <w:p w:rsidR="00D74C4D" w:rsidRPr="00A86371" w:rsidRDefault="00D74C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02.07.2018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D74C4D" w:rsidRPr="00A86371" w:rsidRDefault="00D74C4D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66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D74C4D" w:rsidRDefault="00D74C4D" w:rsidP="00725838"/>
    <w:p w:rsidR="00D74C4D" w:rsidRDefault="00D74C4D" w:rsidP="00D15FB2">
      <w:pPr>
        <w:jc w:val="center"/>
      </w:pPr>
    </w:p>
    <w:p w:rsidR="00D74C4D" w:rsidRDefault="00D74C4D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D74C4D" w:rsidRPr="00A86371" w:rsidRDefault="00D74C4D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66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D74C4D" w:rsidRDefault="00D74C4D"/>
    <w:p w:rsidR="00D74C4D" w:rsidRPr="00A81BE3" w:rsidRDefault="00D74C4D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D74C4D" w:rsidRPr="005903D6" w:rsidRDefault="00D74C4D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Stanisława Moniuszki nr 30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D74C4D" w:rsidRDefault="00D74C4D"/>
    <w:p w:rsidR="00D74C4D" w:rsidRDefault="00D74C4D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u przy ul. </w:t>
      </w:r>
      <w:r>
        <w:rPr>
          <w:rFonts w:ascii="Times New Roman" w:hAnsi="Times New Roman"/>
          <w:b/>
          <w:sz w:val="24"/>
          <w:szCs w:val="24"/>
        </w:rPr>
        <w:t>Stanisława Moniuszki nr 30</w:t>
      </w:r>
      <w:r w:rsidRPr="00F3056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>
        <w:rPr>
          <w:rFonts w:ascii="Times New Roman" w:hAnsi="Times New Roman"/>
          <w:color w:val="000000"/>
          <w:sz w:val="24"/>
          <w:szCs w:val="24"/>
        </w:rPr>
        <w:t xml:space="preserve">, w ramach projektu: </w:t>
      </w:r>
      <w:r w:rsidRPr="000D0CB0">
        <w:rPr>
          <w:rFonts w:ascii="Times New Roman" w:hAnsi="Times New Roman"/>
          <w:color w:val="000000"/>
          <w:sz w:val="24"/>
          <w:szCs w:val="24"/>
        </w:rPr>
        <w:t xml:space="preserve">Rewitalizacja budynku przy ul. </w:t>
      </w:r>
      <w:r>
        <w:rPr>
          <w:rFonts w:ascii="Times New Roman" w:hAnsi="Times New Roman"/>
          <w:sz w:val="24"/>
          <w:szCs w:val="24"/>
        </w:rPr>
        <w:t>Stanisława Moniuszki nr </w:t>
      </w:r>
      <w:r w:rsidRPr="000D0CB0">
        <w:rPr>
          <w:rFonts w:ascii="Times New Roman" w:hAnsi="Times New Roman"/>
          <w:sz w:val="24"/>
          <w:szCs w:val="24"/>
        </w:rPr>
        <w:t xml:space="preserve">30 </w:t>
      </w:r>
      <w:r w:rsidRPr="000D0CB0">
        <w:rPr>
          <w:rFonts w:ascii="Times New Roman" w:hAnsi="Times New Roman"/>
          <w:color w:val="000000"/>
          <w:sz w:val="24"/>
          <w:szCs w:val="24"/>
        </w:rPr>
        <w:t>w Wałbrzychu</w:t>
      </w:r>
      <w:r w:rsidRPr="009A6EE8">
        <w:rPr>
          <w:rFonts w:ascii="Times New Roman" w:hAnsi="Times New Roman"/>
          <w:color w:val="000000"/>
          <w:sz w:val="24"/>
          <w:szCs w:val="24"/>
        </w:rPr>
        <w:t xml:space="preserve"> 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D74C4D" w:rsidRDefault="00D74C4D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4C4D" w:rsidRDefault="00D74C4D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D74C4D" w:rsidRDefault="00D74C4D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D74C4D" w:rsidRDefault="00D74C4D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D74C4D" w:rsidRPr="00EB3853" w:rsidRDefault="00D74C4D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D74C4D" w:rsidRPr="00EB3853" w:rsidRDefault="00D74C4D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D74C4D" w:rsidRDefault="00D74C4D"/>
    <w:p w:rsidR="00D74C4D" w:rsidRDefault="00D74C4D"/>
    <w:p w:rsidR="00D74C4D" w:rsidRDefault="00D74C4D"/>
    <w:sectPr w:rsidR="00D74C4D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0377"/>
    <w:rsid w:val="00080D38"/>
    <w:rsid w:val="000841CD"/>
    <w:rsid w:val="000A5625"/>
    <w:rsid w:val="000A6E63"/>
    <w:rsid w:val="000D0CB0"/>
    <w:rsid w:val="000E76C6"/>
    <w:rsid w:val="00105626"/>
    <w:rsid w:val="0010618F"/>
    <w:rsid w:val="001478F9"/>
    <w:rsid w:val="00173472"/>
    <w:rsid w:val="001734B0"/>
    <w:rsid w:val="00174EDA"/>
    <w:rsid w:val="002116AD"/>
    <w:rsid w:val="0022385A"/>
    <w:rsid w:val="002744A7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414BF9"/>
    <w:rsid w:val="00424200"/>
    <w:rsid w:val="004265CB"/>
    <w:rsid w:val="00447A3F"/>
    <w:rsid w:val="004512EB"/>
    <w:rsid w:val="0047630B"/>
    <w:rsid w:val="00485B24"/>
    <w:rsid w:val="004D0B2F"/>
    <w:rsid w:val="004D5CC4"/>
    <w:rsid w:val="004F7FB5"/>
    <w:rsid w:val="005355E7"/>
    <w:rsid w:val="00564EB2"/>
    <w:rsid w:val="00577034"/>
    <w:rsid w:val="005903D6"/>
    <w:rsid w:val="005A77BC"/>
    <w:rsid w:val="006132DF"/>
    <w:rsid w:val="006730FC"/>
    <w:rsid w:val="00693376"/>
    <w:rsid w:val="006B36B0"/>
    <w:rsid w:val="006D0BE0"/>
    <w:rsid w:val="006D4DCE"/>
    <w:rsid w:val="00700788"/>
    <w:rsid w:val="00706BF0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B6DDC"/>
    <w:rsid w:val="00836541"/>
    <w:rsid w:val="0087081B"/>
    <w:rsid w:val="00876BBA"/>
    <w:rsid w:val="00884F06"/>
    <w:rsid w:val="0091353C"/>
    <w:rsid w:val="0093455C"/>
    <w:rsid w:val="009472D9"/>
    <w:rsid w:val="00974036"/>
    <w:rsid w:val="009A07A1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0543"/>
    <w:rsid w:val="00B4477D"/>
    <w:rsid w:val="00B7663C"/>
    <w:rsid w:val="00BA0651"/>
    <w:rsid w:val="00BE19B4"/>
    <w:rsid w:val="00C06F35"/>
    <w:rsid w:val="00C15042"/>
    <w:rsid w:val="00C21F77"/>
    <w:rsid w:val="00C33BDC"/>
    <w:rsid w:val="00C37424"/>
    <w:rsid w:val="00CC0633"/>
    <w:rsid w:val="00CC4BD1"/>
    <w:rsid w:val="00CC5551"/>
    <w:rsid w:val="00CD67E0"/>
    <w:rsid w:val="00D15FB2"/>
    <w:rsid w:val="00D364F0"/>
    <w:rsid w:val="00D45616"/>
    <w:rsid w:val="00D7012C"/>
    <w:rsid w:val="00D71813"/>
    <w:rsid w:val="00D71F01"/>
    <w:rsid w:val="00D74C4D"/>
    <w:rsid w:val="00DB5079"/>
    <w:rsid w:val="00DB78F8"/>
    <w:rsid w:val="00DE2A2E"/>
    <w:rsid w:val="00E530A1"/>
    <w:rsid w:val="00E56CEB"/>
    <w:rsid w:val="00E81E7F"/>
    <w:rsid w:val="00E9182E"/>
    <w:rsid w:val="00EA7411"/>
    <w:rsid w:val="00EB23F4"/>
    <w:rsid w:val="00EB3853"/>
    <w:rsid w:val="00F0424C"/>
    <w:rsid w:val="00F152BE"/>
    <w:rsid w:val="00F3056A"/>
    <w:rsid w:val="00F44373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8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183</Words>
  <Characters>1104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30</cp:revision>
  <cp:lastPrinted>2018-07-02T08:23:00Z</cp:lastPrinted>
  <dcterms:created xsi:type="dcterms:W3CDTF">2017-10-24T10:13:00Z</dcterms:created>
  <dcterms:modified xsi:type="dcterms:W3CDTF">2018-07-02T08:23:00Z</dcterms:modified>
</cp:coreProperties>
</file>