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B5" w:rsidRDefault="00DB30B5" w:rsidP="00C21F77">
      <w:pPr>
        <w:jc w:val="center"/>
      </w:pPr>
      <w:r w:rsidRPr="00D5030A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DB30B5" w:rsidRDefault="00DB30B5"/>
    <w:p w:rsidR="00DB30B5" w:rsidRPr="00A86371" w:rsidRDefault="00DB30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03.07.2018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DB30B5" w:rsidRPr="00A86371" w:rsidRDefault="00DB30B5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60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DB30B5" w:rsidRDefault="00DB30B5" w:rsidP="00725838"/>
    <w:p w:rsidR="00DB30B5" w:rsidRDefault="00DB30B5" w:rsidP="00D15FB2">
      <w:pPr>
        <w:jc w:val="center"/>
      </w:pPr>
    </w:p>
    <w:p w:rsidR="00DB30B5" w:rsidRDefault="00DB30B5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DB30B5" w:rsidRPr="00A86371" w:rsidRDefault="00DB30B5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60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DB30B5" w:rsidRDefault="00DB30B5"/>
    <w:p w:rsidR="00DB30B5" w:rsidRPr="00A81BE3" w:rsidRDefault="00DB30B5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DB30B5" w:rsidRPr="005903D6" w:rsidRDefault="00DB30B5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Adama Mickiewicza nr 23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DB30B5" w:rsidRDefault="00DB30B5"/>
    <w:p w:rsidR="00DB30B5" w:rsidRDefault="00DB30B5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u przy ul. </w:t>
      </w:r>
      <w:r>
        <w:rPr>
          <w:rFonts w:ascii="Times New Roman" w:hAnsi="Times New Roman"/>
          <w:b/>
          <w:sz w:val="24"/>
          <w:szCs w:val="24"/>
        </w:rPr>
        <w:t>Adama Mickiewicza nr 23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>
        <w:rPr>
          <w:rFonts w:ascii="Times New Roman" w:hAnsi="Times New Roman"/>
          <w:color w:val="000000"/>
          <w:sz w:val="24"/>
          <w:szCs w:val="24"/>
        </w:rPr>
        <w:t xml:space="preserve">, w ramach projektu: </w:t>
      </w:r>
      <w:r w:rsidRPr="00C13C23">
        <w:rPr>
          <w:rFonts w:ascii="Times New Roman" w:hAnsi="Times New Roman"/>
          <w:color w:val="000000"/>
          <w:sz w:val="24"/>
          <w:szCs w:val="24"/>
        </w:rPr>
        <w:t xml:space="preserve">Rewitalizacja budynku przy ul. </w:t>
      </w:r>
      <w:r w:rsidRPr="00C13C23">
        <w:rPr>
          <w:rFonts w:ascii="Times New Roman" w:hAnsi="Times New Roman"/>
          <w:sz w:val="24"/>
          <w:szCs w:val="24"/>
        </w:rPr>
        <w:t>Adama Mickiewicza</w:t>
      </w:r>
      <w:r>
        <w:rPr>
          <w:rFonts w:ascii="Times New Roman" w:hAnsi="Times New Roman"/>
          <w:sz w:val="24"/>
          <w:szCs w:val="24"/>
        </w:rPr>
        <w:t xml:space="preserve"> nr 23 </w:t>
      </w:r>
      <w:r w:rsidRPr="00C13C23">
        <w:rPr>
          <w:rFonts w:ascii="Times New Roman" w:hAnsi="Times New Roman"/>
          <w:color w:val="000000"/>
          <w:sz w:val="24"/>
          <w:szCs w:val="24"/>
        </w:rPr>
        <w:t xml:space="preserve">w Wałbrzychu </w:t>
      </w:r>
      <w:r w:rsidRPr="009A6EE8">
        <w:rPr>
          <w:rFonts w:ascii="Times New Roman" w:hAnsi="Times New Roman"/>
          <w:color w:val="000000"/>
          <w:sz w:val="24"/>
          <w:szCs w:val="24"/>
        </w:rPr>
        <w:t>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DB30B5" w:rsidRDefault="00DB30B5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30B5" w:rsidRDefault="00DB30B5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DB30B5" w:rsidRDefault="00DB30B5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DB30B5" w:rsidRDefault="00DB30B5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DB30B5" w:rsidRPr="00EB3853" w:rsidRDefault="00DB30B5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DB30B5" w:rsidRPr="00EB3853" w:rsidRDefault="00DB30B5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DB30B5" w:rsidRDefault="00DB30B5"/>
    <w:p w:rsidR="00DB30B5" w:rsidRDefault="00DB30B5"/>
    <w:p w:rsidR="00DB30B5" w:rsidRDefault="00DB30B5"/>
    <w:sectPr w:rsidR="00DB30B5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841CD"/>
    <w:rsid w:val="000A5625"/>
    <w:rsid w:val="000A6E63"/>
    <w:rsid w:val="000E76C6"/>
    <w:rsid w:val="00105626"/>
    <w:rsid w:val="0010618F"/>
    <w:rsid w:val="001478F9"/>
    <w:rsid w:val="00173472"/>
    <w:rsid w:val="001734B0"/>
    <w:rsid w:val="00174EDA"/>
    <w:rsid w:val="002116AD"/>
    <w:rsid w:val="0022385A"/>
    <w:rsid w:val="002744A7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3B3406"/>
    <w:rsid w:val="003D1BAC"/>
    <w:rsid w:val="00414BF9"/>
    <w:rsid w:val="00424200"/>
    <w:rsid w:val="004265CB"/>
    <w:rsid w:val="00447A3F"/>
    <w:rsid w:val="004512EB"/>
    <w:rsid w:val="0047630B"/>
    <w:rsid w:val="00485B24"/>
    <w:rsid w:val="004A2337"/>
    <w:rsid w:val="004D0B2F"/>
    <w:rsid w:val="004D5CC4"/>
    <w:rsid w:val="004F7FB5"/>
    <w:rsid w:val="00523B28"/>
    <w:rsid w:val="005355E7"/>
    <w:rsid w:val="00564EB2"/>
    <w:rsid w:val="00577034"/>
    <w:rsid w:val="005903D6"/>
    <w:rsid w:val="005A77BC"/>
    <w:rsid w:val="006132DF"/>
    <w:rsid w:val="006730FC"/>
    <w:rsid w:val="00693376"/>
    <w:rsid w:val="006B36B0"/>
    <w:rsid w:val="006D4DCE"/>
    <w:rsid w:val="006F279D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884F06"/>
    <w:rsid w:val="0091353C"/>
    <w:rsid w:val="0093455C"/>
    <w:rsid w:val="009472D9"/>
    <w:rsid w:val="00974036"/>
    <w:rsid w:val="009A07A1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13C23"/>
    <w:rsid w:val="00C15042"/>
    <w:rsid w:val="00C21F77"/>
    <w:rsid w:val="00C246AE"/>
    <w:rsid w:val="00C33BDC"/>
    <w:rsid w:val="00C37424"/>
    <w:rsid w:val="00CC0633"/>
    <w:rsid w:val="00CC4BD1"/>
    <w:rsid w:val="00CC5551"/>
    <w:rsid w:val="00CD67E0"/>
    <w:rsid w:val="00CF359B"/>
    <w:rsid w:val="00D15FB2"/>
    <w:rsid w:val="00D364F0"/>
    <w:rsid w:val="00D45616"/>
    <w:rsid w:val="00D5030A"/>
    <w:rsid w:val="00D71813"/>
    <w:rsid w:val="00D71F01"/>
    <w:rsid w:val="00DB30B5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1</Pages>
  <Words>182</Words>
  <Characters>1096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31</cp:revision>
  <cp:lastPrinted>2018-07-03T06:28:00Z</cp:lastPrinted>
  <dcterms:created xsi:type="dcterms:W3CDTF">2017-10-24T10:13:00Z</dcterms:created>
  <dcterms:modified xsi:type="dcterms:W3CDTF">2018-07-03T06:31:00Z</dcterms:modified>
</cp:coreProperties>
</file>